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F4" w:rsidRPr="00F1134A" w:rsidRDefault="00A343F4">
      <w:pPr>
        <w:rPr>
          <w:lang w:val="ro-RO"/>
        </w:rPr>
      </w:pP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>Universitatea Politehnica din Bucuresti</w:t>
      </w: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>Scoala Doctorala “Chimie Aplicata si Stiinta Materialelor”</w:t>
      </w:r>
    </w:p>
    <w:tbl>
      <w:tblPr>
        <w:tblW w:w="9464" w:type="dxa"/>
        <w:tblLook w:val="00A0"/>
      </w:tblPr>
      <w:tblGrid>
        <w:gridCol w:w="7054"/>
        <w:gridCol w:w="2410"/>
      </w:tblGrid>
      <w:tr w:rsidR="00A343F4" w:rsidRPr="00F1134A" w:rsidTr="00443ADE">
        <w:tc>
          <w:tcPr>
            <w:tcW w:w="7054" w:type="dxa"/>
          </w:tcPr>
          <w:p w:rsidR="00A343F4" w:rsidRPr="00443ADE" w:rsidRDefault="00A343F4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A343F4" w:rsidRPr="00443ADE" w:rsidRDefault="00A343F4" w:rsidP="00443ADE">
            <w:pPr>
              <w:spacing w:after="0" w:line="240" w:lineRule="auto"/>
              <w:jc w:val="center"/>
              <w:rPr>
                <w:lang w:val="ro-RO"/>
              </w:rPr>
            </w:pPr>
            <w:r w:rsidRPr="00443ADE">
              <w:rPr>
                <w:lang w:val="ro-RO"/>
              </w:rPr>
              <w:t>Avizat,</w:t>
            </w:r>
          </w:p>
          <w:p w:rsidR="00A343F4" w:rsidRPr="00443ADE" w:rsidRDefault="00A343F4" w:rsidP="00443ADE">
            <w:pPr>
              <w:spacing w:after="0" w:line="240" w:lineRule="auto"/>
              <w:jc w:val="center"/>
              <w:rPr>
                <w:lang w:val="ro-RO"/>
              </w:rPr>
            </w:pPr>
            <w:r w:rsidRPr="00443ADE">
              <w:rPr>
                <w:lang w:val="ro-RO"/>
              </w:rPr>
              <w:t>Director CSUD,</w:t>
            </w:r>
          </w:p>
          <w:p w:rsidR="00A343F4" w:rsidRPr="00443ADE" w:rsidRDefault="00A343F4" w:rsidP="00443ADE">
            <w:pPr>
              <w:spacing w:after="0" w:line="240" w:lineRule="auto"/>
              <w:jc w:val="center"/>
              <w:rPr>
                <w:lang w:val="ro-RO"/>
              </w:rPr>
            </w:pPr>
            <w:r w:rsidRPr="00443ADE">
              <w:rPr>
                <w:lang w:val="ro-RO"/>
              </w:rPr>
              <w:t>Prof.dr.ing. Horia Iovu</w:t>
            </w:r>
          </w:p>
        </w:tc>
      </w:tr>
    </w:tbl>
    <w:p w:rsidR="00A343F4" w:rsidRPr="00F1134A" w:rsidRDefault="00A343F4">
      <w:pPr>
        <w:rPr>
          <w:lang w:val="ro-RO"/>
        </w:rPr>
      </w:pPr>
    </w:p>
    <w:p w:rsidR="00A343F4" w:rsidRPr="00F1134A" w:rsidRDefault="00A343F4" w:rsidP="0086357E">
      <w:pPr>
        <w:jc w:val="center"/>
        <w:rPr>
          <w:b/>
          <w:lang w:val="ro-RO"/>
        </w:rPr>
      </w:pPr>
      <w:r w:rsidRPr="00F1134A">
        <w:rPr>
          <w:b/>
          <w:lang w:val="ro-RO"/>
        </w:rPr>
        <w:t>Domnule Director al Scolii Doctorale CASM,</w:t>
      </w:r>
    </w:p>
    <w:p w:rsidR="00A343F4" w:rsidRDefault="00A343F4" w:rsidP="00BE7195">
      <w:pPr>
        <w:rPr>
          <w:lang w:val="ro-RO"/>
        </w:rPr>
      </w:pPr>
      <w:r w:rsidRPr="00F1134A">
        <w:rPr>
          <w:lang w:val="ro-RO"/>
        </w:rPr>
        <w:t>Subsemnatul/a _____________________________, admis/a la doctorat la _</w:t>
      </w:r>
      <w:r>
        <w:rPr>
          <w:lang w:val="ro-RO"/>
        </w:rPr>
        <w:t>_______</w:t>
      </w:r>
      <w:r w:rsidRPr="00F1134A">
        <w:rPr>
          <w:lang w:val="ro-RO"/>
        </w:rPr>
        <w:t xml:space="preserve">____ în cadrul Scoalii Doctorale “Chimie Aplicata si Stiinta Materialelor”, la forma de invatamant cu frecventa, bursier/a,  conducator de doctorat ___________________________, tema tezei ___________________ ____________________________________________________________________________________, va rog sa binevoiti sa-mi aprobati </w:t>
      </w:r>
      <w:r>
        <w:rPr>
          <w:lang w:val="ro-RO"/>
        </w:rPr>
        <w:t>prelungirea</w:t>
      </w:r>
      <w:r w:rsidRPr="00F1134A">
        <w:rPr>
          <w:lang w:val="ro-RO"/>
        </w:rPr>
        <w:t xml:space="preserve"> studiilor doctorale </w:t>
      </w:r>
      <w:r>
        <w:rPr>
          <w:lang w:val="ro-RO"/>
        </w:rPr>
        <w:t>cu ___an/i</w:t>
      </w:r>
      <w:r w:rsidRPr="00F1134A">
        <w:rPr>
          <w:lang w:val="ro-RO"/>
        </w:rPr>
        <w:t xml:space="preserve">, corespunzator  perioadei _________________________________________________________, Conform art. </w:t>
      </w:r>
      <w:r>
        <w:rPr>
          <w:lang w:val="ro-RO"/>
        </w:rPr>
        <w:t>39 alin.2) şi 5)</w:t>
      </w:r>
      <w:r w:rsidRPr="00F1134A">
        <w:rPr>
          <w:lang w:val="ro-RO"/>
        </w:rPr>
        <w:t xml:space="preserve"> din Codul Studiilor Doctorale, respective art. </w:t>
      </w:r>
      <w:r>
        <w:rPr>
          <w:lang w:val="ro-RO"/>
        </w:rPr>
        <w:t>62 şi 64 din Regu</w:t>
      </w:r>
      <w:r w:rsidRPr="00F1134A">
        <w:rPr>
          <w:lang w:val="ro-RO"/>
        </w:rPr>
        <w:t xml:space="preserve">lamentul Scolii Doctorale CASM. </w:t>
      </w:r>
      <w:r>
        <w:rPr>
          <w:lang w:val="ro-RO"/>
        </w:rPr>
        <w:t xml:space="preserve"> </w:t>
      </w:r>
      <w:r w:rsidRPr="00F1134A">
        <w:rPr>
          <w:lang w:val="ro-RO"/>
        </w:rPr>
        <w:t xml:space="preserve">Motivul pentru care solicit </w:t>
      </w:r>
      <w:r>
        <w:rPr>
          <w:lang w:val="ro-RO"/>
        </w:rPr>
        <w:t>prelungirea este: _</w:t>
      </w:r>
      <w:r w:rsidRPr="00F1134A">
        <w:rPr>
          <w:lang w:val="ro-RO"/>
        </w:rPr>
        <w:t>______________________________________________________</w:t>
      </w:r>
      <w:r>
        <w:rPr>
          <w:lang w:val="ro-RO"/>
        </w:rPr>
        <w:t xml:space="preserve">. </w:t>
      </w:r>
      <w:r w:rsidRPr="00F1134A">
        <w:rPr>
          <w:lang w:val="ro-RO"/>
        </w:rPr>
        <w:t>____________________________________________________________________________________.</w:t>
      </w:r>
      <w:r>
        <w:rPr>
          <w:lang w:val="ro-RO"/>
        </w:rPr>
        <w:t>Menţionez că am beneficiat/nu am beneficiat de o altă prelugire în perioada ______________________</w:t>
      </w:r>
    </w:p>
    <w:p w:rsidR="00A343F4" w:rsidRPr="00F1134A" w:rsidRDefault="00A343F4" w:rsidP="00BE7195">
      <w:pPr>
        <w:rPr>
          <w:lang w:val="ro-RO"/>
        </w:rPr>
      </w:pPr>
      <w:r>
        <w:rPr>
          <w:lang w:val="ro-RO"/>
        </w:rPr>
        <w:t xml:space="preserve">_____________________________________________________________________________________ </w:t>
      </w:r>
    </w:p>
    <w:p w:rsidR="00A343F4" w:rsidRPr="00F1134A" w:rsidRDefault="00A343F4" w:rsidP="00BE7195">
      <w:pPr>
        <w:spacing w:line="480" w:lineRule="auto"/>
        <w:rPr>
          <w:lang w:val="ro-RO"/>
        </w:rPr>
      </w:pPr>
      <w:r>
        <w:rPr>
          <w:lang w:val="ro-RO"/>
        </w:rPr>
        <w:t>L</w:t>
      </w:r>
      <w:r w:rsidRPr="00F1134A">
        <w:rPr>
          <w:lang w:val="ro-RO"/>
        </w:rPr>
        <w:t xml:space="preserve">a </w:t>
      </w:r>
      <w:r>
        <w:rPr>
          <w:lang w:val="ro-RO"/>
        </w:rPr>
        <w:t>data</w:t>
      </w:r>
      <w:r w:rsidRPr="00F1134A">
        <w:rPr>
          <w:lang w:val="ro-RO"/>
        </w:rPr>
        <w:t xml:space="preserve"> </w:t>
      </w:r>
      <w:r>
        <w:rPr>
          <w:lang w:val="ro-RO"/>
        </w:rPr>
        <w:t>prezentei cereri de prelungire</w:t>
      </w:r>
      <w:r w:rsidRPr="00F1134A">
        <w:rPr>
          <w:lang w:val="ro-RO"/>
        </w:rPr>
        <w:t>, situa</w:t>
      </w:r>
      <w:r>
        <w:rPr>
          <w:lang w:val="ro-RO"/>
        </w:rPr>
        <w:t>ţ</w:t>
      </w:r>
      <w:r w:rsidRPr="00F1134A">
        <w:rPr>
          <w:lang w:val="ro-RO"/>
        </w:rPr>
        <w:t xml:space="preserve">ia </w:t>
      </w:r>
      <w:r w:rsidRPr="00F1134A">
        <w:rPr>
          <w:color w:val="000000"/>
          <w:sz w:val="23"/>
          <w:szCs w:val="23"/>
          <w:lang w:val="ro-RO"/>
        </w:rPr>
        <w:t xml:space="preserve">examenelor si </w:t>
      </w:r>
      <w:r>
        <w:rPr>
          <w:color w:val="000000"/>
          <w:sz w:val="23"/>
          <w:szCs w:val="23"/>
          <w:lang w:val="ro-RO"/>
        </w:rPr>
        <w:t>rapoartelor ştiinţifice (</w:t>
      </w:r>
      <w:r w:rsidRPr="00F1134A">
        <w:rPr>
          <w:color w:val="000000"/>
          <w:sz w:val="23"/>
          <w:szCs w:val="23"/>
          <w:lang w:val="ro-RO"/>
        </w:rPr>
        <w:t>referatelor</w:t>
      </w:r>
      <w:r>
        <w:rPr>
          <w:color w:val="000000"/>
          <w:sz w:val="23"/>
          <w:szCs w:val="23"/>
          <w:lang w:val="ro-RO"/>
        </w:rPr>
        <w:t>)</w:t>
      </w:r>
      <w:r w:rsidRPr="00F1134A">
        <w:rPr>
          <w:color w:val="000000"/>
          <w:sz w:val="23"/>
          <w:szCs w:val="23"/>
          <w:lang w:val="ro-RO"/>
        </w:rPr>
        <w:t xml:space="preserve"> din cadrul pregatirii doc</w:t>
      </w:r>
      <w:r>
        <w:rPr>
          <w:color w:val="000000"/>
          <w:sz w:val="23"/>
          <w:szCs w:val="23"/>
          <w:lang w:val="ro-RO"/>
        </w:rPr>
        <w:t xml:space="preserve">torale este urmatoarea: </w:t>
      </w:r>
      <w:r w:rsidRPr="00F1134A">
        <w:rPr>
          <w:color w:val="000000"/>
          <w:sz w:val="23"/>
          <w:szCs w:val="23"/>
          <w:lang w:val="ro-RO"/>
        </w:rPr>
        <w:t>_______________________________</w:t>
      </w:r>
      <w:r>
        <w:rPr>
          <w:color w:val="000000"/>
          <w:sz w:val="23"/>
          <w:szCs w:val="23"/>
          <w:lang w:val="ro-RO"/>
        </w:rPr>
        <w:t>_____________</w:t>
      </w:r>
      <w:bookmarkStart w:id="0" w:name="_GoBack"/>
      <w:bookmarkEnd w:id="0"/>
      <w:r w:rsidRPr="00F1134A">
        <w:rPr>
          <w:color w:val="000000"/>
          <w:sz w:val="23"/>
          <w:szCs w:val="23"/>
          <w:lang w:val="ro-RO"/>
        </w:rPr>
        <w:t xml:space="preserve"> _________________________________________________________________________________ _________________________________________________________________________________</w:t>
      </w:r>
      <w:r w:rsidRPr="00F1134A">
        <w:rPr>
          <w:lang w:val="ro-RO"/>
        </w:rPr>
        <w:t xml:space="preserve">.  </w:t>
      </w:r>
    </w:p>
    <w:p w:rsidR="00A343F4" w:rsidRPr="00F1134A" w:rsidRDefault="00A343F4" w:rsidP="000D2651">
      <w:pPr>
        <w:rPr>
          <w:lang w:val="ro-RO"/>
        </w:rPr>
      </w:pPr>
      <w:r w:rsidRPr="00F1134A">
        <w:rPr>
          <w:lang w:val="ro-RO"/>
        </w:rPr>
        <w:t>Data: _____________________</w:t>
      </w:r>
    </w:p>
    <w:p w:rsidR="00A343F4" w:rsidRPr="00F1134A" w:rsidRDefault="00A343F4" w:rsidP="000D2651">
      <w:pPr>
        <w:rPr>
          <w:lang w:val="ro-RO"/>
        </w:rPr>
      </w:pPr>
      <w:r w:rsidRPr="00F1134A">
        <w:rPr>
          <w:lang w:val="ro-RO"/>
        </w:rPr>
        <w:t xml:space="preserve">Doctorand: 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 xml:space="preserve">       Conduc</w:t>
      </w:r>
      <w:r>
        <w:rPr>
          <w:lang w:val="ro-RO"/>
        </w:rPr>
        <w:t>ă</w:t>
      </w:r>
      <w:r w:rsidRPr="00F1134A">
        <w:rPr>
          <w:lang w:val="ro-RO"/>
        </w:rPr>
        <w:t>tor doctorat:</w:t>
      </w: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>_________________________________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</w:t>
      </w:r>
    </w:p>
    <w:p w:rsidR="00A343F4" w:rsidRPr="00F1134A" w:rsidRDefault="00A343F4">
      <w:pPr>
        <w:rPr>
          <w:lang w:val="ro-RO"/>
        </w:rPr>
      </w:pP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Aprobat Consiliul SD,</w:t>
      </w:r>
    </w:p>
    <w:p w:rsidR="00A343F4" w:rsidRPr="00F1134A" w:rsidRDefault="00A343F4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____________________________________</w:t>
      </w:r>
    </w:p>
    <w:sectPr w:rsidR="00A343F4" w:rsidRPr="00F1134A" w:rsidSect="005617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651"/>
    <w:rsid w:val="00004FE2"/>
    <w:rsid w:val="00041A98"/>
    <w:rsid w:val="00065C6C"/>
    <w:rsid w:val="000D2651"/>
    <w:rsid w:val="000F0ECA"/>
    <w:rsid w:val="001159A9"/>
    <w:rsid w:val="00240B19"/>
    <w:rsid w:val="002C1DFD"/>
    <w:rsid w:val="003008EF"/>
    <w:rsid w:val="003018B6"/>
    <w:rsid w:val="00443ADE"/>
    <w:rsid w:val="004519B9"/>
    <w:rsid w:val="004F2069"/>
    <w:rsid w:val="00561788"/>
    <w:rsid w:val="005745D9"/>
    <w:rsid w:val="0063133E"/>
    <w:rsid w:val="0064644A"/>
    <w:rsid w:val="006C7212"/>
    <w:rsid w:val="006E7B4E"/>
    <w:rsid w:val="007132CE"/>
    <w:rsid w:val="00730677"/>
    <w:rsid w:val="00767EC7"/>
    <w:rsid w:val="0086357E"/>
    <w:rsid w:val="00923255"/>
    <w:rsid w:val="00951DA4"/>
    <w:rsid w:val="00A343F4"/>
    <w:rsid w:val="00A75F0D"/>
    <w:rsid w:val="00B52670"/>
    <w:rsid w:val="00B55751"/>
    <w:rsid w:val="00BA33DF"/>
    <w:rsid w:val="00BE7195"/>
    <w:rsid w:val="00C27B41"/>
    <w:rsid w:val="00CA6E36"/>
    <w:rsid w:val="00DB6356"/>
    <w:rsid w:val="00F0015E"/>
    <w:rsid w:val="00F1134A"/>
    <w:rsid w:val="00FB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264</Words>
  <Characters>1533</Characters>
  <Application>Microsoft Office Outlook</Application>
  <DocSecurity>0</DocSecurity>
  <Lines>0</Lines>
  <Paragraphs>0</Paragraphs>
  <ScaleCrop>false</ScaleCrop>
  <Company>UPB/CED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subject/>
  <dc:creator>Vasile</dc:creator>
  <cp:keywords/>
  <dc:description/>
  <cp:lastModifiedBy>C_STANCESCU</cp:lastModifiedBy>
  <cp:revision>7</cp:revision>
  <cp:lastPrinted>2016-09-28T06:54:00Z</cp:lastPrinted>
  <dcterms:created xsi:type="dcterms:W3CDTF">2013-09-26T09:58:00Z</dcterms:created>
  <dcterms:modified xsi:type="dcterms:W3CDTF">2016-09-28T09:39:00Z</dcterms:modified>
</cp:coreProperties>
</file>