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02" w:rsidRPr="00F1134A" w:rsidRDefault="00077B02">
      <w:pPr>
        <w:rPr>
          <w:lang w:val="ro-RO"/>
        </w:rPr>
      </w:pPr>
      <w:r>
        <w:rPr>
          <w:lang w:val="ro-RO"/>
        </w:rPr>
        <w:t xml:space="preserve"> </w:t>
      </w:r>
    </w:p>
    <w:p w:rsidR="00077B02" w:rsidRPr="00F1134A" w:rsidRDefault="00077B02">
      <w:pPr>
        <w:rPr>
          <w:lang w:val="ro-RO"/>
        </w:rPr>
      </w:pPr>
      <w:r w:rsidRPr="00F1134A">
        <w:rPr>
          <w:lang w:val="ro-RO"/>
        </w:rPr>
        <w:t>Universitatea Politehnica din Bucuresti</w:t>
      </w:r>
    </w:p>
    <w:p w:rsidR="00077B02" w:rsidRPr="00F1134A" w:rsidRDefault="00077B02">
      <w:pPr>
        <w:rPr>
          <w:lang w:val="ro-RO"/>
        </w:rPr>
      </w:pPr>
      <w:r w:rsidRPr="00F1134A">
        <w:rPr>
          <w:lang w:val="ro-RO"/>
        </w:rPr>
        <w:t>Scoala Doctorala “Chimie Aplicata si Stiinta Materialelor”</w:t>
      </w:r>
    </w:p>
    <w:tbl>
      <w:tblPr>
        <w:tblW w:w="9464" w:type="dxa"/>
        <w:tblLook w:val="00A0"/>
      </w:tblPr>
      <w:tblGrid>
        <w:gridCol w:w="7054"/>
        <w:gridCol w:w="2410"/>
      </w:tblGrid>
      <w:tr w:rsidR="00077B02" w:rsidRPr="00F1134A" w:rsidTr="00CD5378">
        <w:tc>
          <w:tcPr>
            <w:tcW w:w="7054" w:type="dxa"/>
          </w:tcPr>
          <w:p w:rsidR="00077B02" w:rsidRPr="00CD5378" w:rsidRDefault="00077B02">
            <w:pPr>
              <w:rPr>
                <w:lang w:val="ro-RO"/>
              </w:rPr>
            </w:pPr>
          </w:p>
        </w:tc>
        <w:tc>
          <w:tcPr>
            <w:tcW w:w="2410" w:type="dxa"/>
          </w:tcPr>
          <w:p w:rsidR="00077B02" w:rsidRPr="00CD5378" w:rsidRDefault="00077B02" w:rsidP="00CD5378">
            <w:pPr>
              <w:spacing w:after="0" w:line="240" w:lineRule="auto"/>
              <w:jc w:val="center"/>
              <w:rPr>
                <w:lang w:val="ro-RO"/>
              </w:rPr>
            </w:pPr>
            <w:r w:rsidRPr="00CD5378">
              <w:rPr>
                <w:lang w:val="ro-RO"/>
              </w:rPr>
              <w:t>Avizat,</w:t>
            </w:r>
          </w:p>
          <w:p w:rsidR="00077B02" w:rsidRPr="00CD5378" w:rsidRDefault="00077B02" w:rsidP="00CD5378">
            <w:pPr>
              <w:spacing w:after="0" w:line="240" w:lineRule="auto"/>
              <w:jc w:val="center"/>
              <w:rPr>
                <w:lang w:val="ro-RO"/>
              </w:rPr>
            </w:pPr>
            <w:r w:rsidRPr="00CD5378">
              <w:rPr>
                <w:lang w:val="ro-RO"/>
              </w:rPr>
              <w:t>Director CSUD,</w:t>
            </w:r>
          </w:p>
          <w:p w:rsidR="00077B02" w:rsidRPr="00CD5378" w:rsidRDefault="00077B02" w:rsidP="00CD5378">
            <w:pPr>
              <w:spacing w:after="0" w:line="240" w:lineRule="auto"/>
              <w:jc w:val="center"/>
              <w:rPr>
                <w:lang w:val="ro-RO"/>
              </w:rPr>
            </w:pPr>
            <w:r w:rsidRPr="00CD5378">
              <w:rPr>
                <w:lang w:val="ro-RO"/>
              </w:rPr>
              <w:t>Prof.dr.ing. Horia Iovu</w:t>
            </w:r>
          </w:p>
        </w:tc>
      </w:tr>
    </w:tbl>
    <w:p w:rsidR="00077B02" w:rsidRPr="00F1134A" w:rsidRDefault="00077B02">
      <w:pPr>
        <w:rPr>
          <w:lang w:val="ro-RO"/>
        </w:rPr>
      </w:pPr>
    </w:p>
    <w:p w:rsidR="00077B02" w:rsidRPr="00F1134A" w:rsidRDefault="00077B02" w:rsidP="0086357E">
      <w:pPr>
        <w:jc w:val="center"/>
        <w:rPr>
          <w:b/>
          <w:lang w:val="ro-RO"/>
        </w:rPr>
      </w:pPr>
      <w:r w:rsidRPr="00F1134A">
        <w:rPr>
          <w:b/>
          <w:lang w:val="ro-RO"/>
        </w:rPr>
        <w:t>Domnule Director al Scolii Doctorale CASM,</w:t>
      </w:r>
    </w:p>
    <w:p w:rsidR="00077B02" w:rsidRPr="00F1134A" w:rsidRDefault="00077B02" w:rsidP="0086357E">
      <w:pPr>
        <w:ind w:firstLine="720"/>
        <w:rPr>
          <w:lang w:val="ro-RO"/>
        </w:rPr>
      </w:pPr>
      <w:r w:rsidRPr="00F1134A">
        <w:rPr>
          <w:lang w:val="ro-RO"/>
        </w:rPr>
        <w:t xml:space="preserve">Subsemnatul/a _____________________________, admis/a la doctorat la _________________ în cadrul Scoalii Doctorale “Chimie Aplicata si Stiinta Materialelor”, la forma de invatamant cu frecventa, bursier/a,  conducator de doctorat ___________________________, tema tezei ___________________ ____________________________________________________________________________________, va rog sa binevoiti sa-mi aprobati întreruperea studiilor doctorale cu </w:t>
      </w:r>
      <w:r>
        <w:rPr>
          <w:lang w:val="ro-RO"/>
        </w:rPr>
        <w:t>__</w:t>
      </w:r>
      <w:r w:rsidRPr="00F1134A">
        <w:rPr>
          <w:lang w:val="ro-RO"/>
        </w:rPr>
        <w:t xml:space="preserve"> an</w:t>
      </w:r>
      <w:r>
        <w:rPr>
          <w:lang w:val="ro-RO"/>
        </w:rPr>
        <w:t>/i</w:t>
      </w:r>
      <w:r w:rsidRPr="00F1134A">
        <w:rPr>
          <w:lang w:val="ro-RO"/>
        </w:rPr>
        <w:t>, corespunzator  perioadei _________________________________________________________, Conform art. 39 alin. 4 din Codul Studiilor Doctorale, re</w:t>
      </w:r>
      <w:r>
        <w:rPr>
          <w:lang w:val="ro-RO"/>
        </w:rPr>
        <w:t>spective art. 16 alin. h din Reg</w:t>
      </w:r>
      <w:r w:rsidRPr="00F1134A">
        <w:rPr>
          <w:lang w:val="ro-RO"/>
        </w:rPr>
        <w:t>ulamentul Scolii Doctorale CASM. Motivul pentru care solicit intreruperea este: _____________________________________________________________ ____________________________________________________________________________________.</w:t>
      </w:r>
    </w:p>
    <w:p w:rsidR="00077B02" w:rsidRPr="00F1134A" w:rsidRDefault="00077B02" w:rsidP="00D71AB0">
      <w:pPr>
        <w:spacing w:line="480" w:lineRule="auto"/>
        <w:ind w:firstLine="720"/>
        <w:rPr>
          <w:lang w:val="ro-RO"/>
        </w:rPr>
      </w:pPr>
      <w:r w:rsidRPr="00F1134A">
        <w:rPr>
          <w:lang w:val="ro-RO"/>
        </w:rPr>
        <w:t xml:space="preserve">Mentionez ca la momentul intreruperii, situatia </w:t>
      </w:r>
      <w:r w:rsidRPr="00F1134A">
        <w:rPr>
          <w:color w:val="000000"/>
          <w:sz w:val="23"/>
          <w:szCs w:val="23"/>
          <w:lang w:val="ro-RO"/>
        </w:rPr>
        <w:t>exa</w:t>
      </w:r>
      <w:bookmarkStart w:id="0" w:name="_GoBack"/>
      <w:bookmarkEnd w:id="0"/>
      <w:r w:rsidRPr="00F1134A">
        <w:rPr>
          <w:color w:val="000000"/>
          <w:sz w:val="23"/>
          <w:szCs w:val="23"/>
          <w:lang w:val="ro-RO"/>
        </w:rPr>
        <w:t>menelor si referatelor din cadrul pregatirii doctorale este urmatoarea: __________________________________________________________ _________________________________________________________________________________ _________________________________________________________________________________ _________________________________________________________________________________</w:t>
      </w:r>
      <w:r w:rsidRPr="00F1134A">
        <w:rPr>
          <w:lang w:val="ro-RO"/>
        </w:rPr>
        <w:t xml:space="preserve">.  </w:t>
      </w:r>
    </w:p>
    <w:p w:rsidR="00077B02" w:rsidRPr="00F1134A" w:rsidRDefault="00077B02" w:rsidP="000D2651">
      <w:pPr>
        <w:rPr>
          <w:lang w:val="ro-RO"/>
        </w:rPr>
      </w:pPr>
      <w:r w:rsidRPr="00F1134A">
        <w:rPr>
          <w:lang w:val="ro-RO"/>
        </w:rPr>
        <w:t>Data: _____________________</w:t>
      </w:r>
    </w:p>
    <w:p w:rsidR="00077B02" w:rsidRPr="00F1134A" w:rsidRDefault="00077B02" w:rsidP="000D2651">
      <w:pPr>
        <w:rPr>
          <w:lang w:val="ro-RO"/>
        </w:rPr>
      </w:pPr>
      <w:r w:rsidRPr="00F1134A">
        <w:rPr>
          <w:lang w:val="ro-RO"/>
        </w:rPr>
        <w:t xml:space="preserve">Doctorand: </w:t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  <w:t xml:space="preserve">       Conduc</w:t>
      </w:r>
      <w:r>
        <w:rPr>
          <w:lang w:val="ro-RO"/>
        </w:rPr>
        <w:t>ă</w:t>
      </w:r>
      <w:r w:rsidRPr="00F1134A">
        <w:rPr>
          <w:lang w:val="ro-RO"/>
        </w:rPr>
        <w:t>tor doctorat:</w:t>
      </w:r>
    </w:p>
    <w:p w:rsidR="00077B02" w:rsidRPr="00F1134A" w:rsidRDefault="00077B02">
      <w:pPr>
        <w:rPr>
          <w:lang w:val="ro-RO"/>
        </w:rPr>
      </w:pPr>
      <w:r w:rsidRPr="00F1134A">
        <w:rPr>
          <w:lang w:val="ro-RO"/>
        </w:rPr>
        <w:t>_________________________________</w:t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  <w:t>__________________________</w:t>
      </w:r>
    </w:p>
    <w:p w:rsidR="00077B02" w:rsidRPr="00F1134A" w:rsidRDefault="00077B02">
      <w:pPr>
        <w:rPr>
          <w:lang w:val="ro-RO"/>
        </w:rPr>
      </w:pPr>
    </w:p>
    <w:p w:rsidR="00077B02" w:rsidRPr="00F1134A" w:rsidRDefault="00077B02">
      <w:pPr>
        <w:rPr>
          <w:lang w:val="ro-RO"/>
        </w:rPr>
      </w:pP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  <w:t>Aprobat Consiliul SD,</w:t>
      </w:r>
    </w:p>
    <w:p w:rsidR="00077B02" w:rsidRPr="00F1134A" w:rsidRDefault="00077B02">
      <w:pPr>
        <w:rPr>
          <w:lang w:val="ro-RO"/>
        </w:rPr>
      </w:pP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  <w:t>____________________________________</w:t>
      </w:r>
    </w:p>
    <w:sectPr w:rsidR="00077B02" w:rsidRPr="00F1134A" w:rsidSect="00963E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2651"/>
    <w:rsid w:val="00004FE2"/>
    <w:rsid w:val="00077B02"/>
    <w:rsid w:val="000D2651"/>
    <w:rsid w:val="003008EF"/>
    <w:rsid w:val="003018B6"/>
    <w:rsid w:val="003936F4"/>
    <w:rsid w:val="0043049B"/>
    <w:rsid w:val="005745D9"/>
    <w:rsid w:val="00842BFB"/>
    <w:rsid w:val="0086357E"/>
    <w:rsid w:val="00963E1A"/>
    <w:rsid w:val="00CD5378"/>
    <w:rsid w:val="00D71AB0"/>
    <w:rsid w:val="00DE3318"/>
    <w:rsid w:val="00E75D8B"/>
    <w:rsid w:val="00EA77CA"/>
    <w:rsid w:val="00F11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651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D26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Default1">
    <w:name w:val="Default1"/>
    <w:basedOn w:val="Default"/>
    <w:next w:val="Default"/>
    <w:uiPriority w:val="99"/>
    <w:rsid w:val="000D2651"/>
    <w:rPr>
      <w:color w:val="auto"/>
    </w:rPr>
  </w:style>
  <w:style w:type="table" w:styleId="TableGrid">
    <w:name w:val="Table Grid"/>
    <w:basedOn w:val="TableNormal"/>
    <w:uiPriority w:val="99"/>
    <w:rsid w:val="000D26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4" ma:contentTypeDescription="Create a new document." ma:contentTypeScope="" ma:versionID="cf76688fb7020f2bb2b016df92b440d2">
  <xsd:schema xmlns:xsd="http://www.w3.org/2001/XMLSchema" xmlns:xs="http://www.w3.org/2001/XMLSchema" xmlns:p="http://schemas.microsoft.com/office/2006/metadata/properties" xmlns:ns2="95e1ec61-ddc2-45a9-9f55-1a1dea207809" targetNamespace="http://schemas.microsoft.com/office/2006/metadata/properties" ma:root="true" ma:fieldsID="46eb6f387732c347451ed53063248231" ns2:_="">
    <xsd:import namespace="95e1ec61-ddc2-45a9-9f55-1a1dea2078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ec61-ddc2-45a9-9f55-1a1dea20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33B969-E04D-4261-8ED6-BD2AEDD65887}"/>
</file>

<file path=customXml/itemProps2.xml><?xml version="1.0" encoding="utf-8"?>
<ds:datastoreItem xmlns:ds="http://schemas.openxmlformats.org/officeDocument/2006/customXml" ds:itemID="{ED465E05-F44C-4FF8-9A26-219A82B194B0}"/>
</file>

<file path=customXml/itemProps3.xml><?xml version="1.0" encoding="utf-8"?>
<ds:datastoreItem xmlns:ds="http://schemas.openxmlformats.org/officeDocument/2006/customXml" ds:itemID="{A61B049E-E02A-4993-B288-9C474BB00C54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248</Words>
  <Characters>1441</Characters>
  <Application>Microsoft Office Outlook</Application>
  <DocSecurity>0</DocSecurity>
  <Lines>0</Lines>
  <Paragraphs>0</Paragraphs>
  <ScaleCrop>false</ScaleCrop>
  <Company>UPB/CED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Politehnica din Bucuresti</dc:title>
  <dc:subject/>
  <dc:creator>Vasile</dc:creator>
  <cp:keywords/>
  <dc:description/>
  <cp:lastModifiedBy>C_STANCESCU</cp:lastModifiedBy>
  <cp:revision>3</cp:revision>
  <cp:lastPrinted>2014-12-04T08:31:00Z</cp:lastPrinted>
  <dcterms:created xsi:type="dcterms:W3CDTF">2013-09-26T09:58:00Z</dcterms:created>
  <dcterms:modified xsi:type="dcterms:W3CDTF">2014-12-04T08:54:00Z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